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4A" w:rsidRPr="00030340" w:rsidRDefault="00191F4A" w:rsidP="00030340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030340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АДМИНИСТРАЦИЯ                                </w:t>
      </w:r>
    </w:p>
    <w:p w:rsidR="00191F4A" w:rsidRPr="00030340" w:rsidRDefault="00191F4A" w:rsidP="000303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МИХАЙЛОВСКОГО</w:t>
      </w:r>
      <w:r w:rsidRPr="00030340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191F4A" w:rsidRPr="00030340" w:rsidRDefault="00191F4A" w:rsidP="000303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340">
        <w:rPr>
          <w:rFonts w:ascii="Times New Roman" w:hAnsi="Times New Roman"/>
          <w:b/>
          <w:sz w:val="28"/>
          <w:szCs w:val="28"/>
          <w:lang w:eastAsia="ru-RU"/>
        </w:rPr>
        <w:t>ЧЕРЕМИСИНОВСКОГО РАЙОНА КУРСКОЙ ОБЛАСТИ</w:t>
      </w:r>
    </w:p>
    <w:p w:rsidR="00191F4A" w:rsidRPr="00030340" w:rsidRDefault="00191F4A" w:rsidP="000303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1F4A" w:rsidRPr="00030340" w:rsidRDefault="00191F4A" w:rsidP="000303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340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191F4A" w:rsidRPr="00030340" w:rsidRDefault="00191F4A" w:rsidP="00030340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191F4A" w:rsidRPr="00030340" w:rsidRDefault="00191F4A" w:rsidP="00030340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213.75pt;margin-top:161.95pt;width:12pt;height:14.4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" filled="f" stroked="f">
            <v:textbox inset="0,0,0,0">
              <w:txbxContent>
                <w:p w:rsidR="00191F4A" w:rsidRPr="008D0785" w:rsidRDefault="00191F4A" w:rsidP="00030340">
                  <w:pPr>
                    <w:pStyle w:val="Header"/>
                    <w:rPr>
                      <w:sz w:val="28"/>
                      <w:szCs w:val="28"/>
                    </w:rPr>
                  </w:pPr>
                </w:p>
                <w:p w:rsidR="00191F4A" w:rsidRDefault="00191F4A" w:rsidP="00030340"/>
              </w:txbxContent>
            </v:textbox>
            <w10:wrap anchorx="page" anchory="page"/>
          </v:shape>
        </w:pic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21.06</w:t>
      </w:r>
      <w:r w:rsidRPr="00030340">
        <w:rPr>
          <w:rFonts w:ascii="Times New Roman" w:hAnsi="Times New Roman"/>
          <w:sz w:val="28"/>
          <w:szCs w:val="28"/>
          <w:u w:val="single"/>
          <w:lang w:eastAsia="ru-RU"/>
        </w:rPr>
        <w:t>.2021 г.№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42</w:t>
      </w:r>
    </w:p>
    <w:p w:rsidR="00191F4A" w:rsidRPr="00030340" w:rsidRDefault="00191F4A" w:rsidP="00030340">
      <w:pPr>
        <w:spacing w:after="0" w:line="240" w:lineRule="auto"/>
        <w:rPr>
          <w:rFonts w:ascii="Times New Roman" w:hAnsi="Times New Roman"/>
          <w:sz w:val="26"/>
          <w:szCs w:val="28"/>
          <w:u w:val="single"/>
          <w:lang w:eastAsia="ru-RU"/>
        </w:rPr>
      </w:pPr>
      <w:r>
        <w:rPr>
          <w:rFonts w:ascii="Times New Roman" w:hAnsi="Times New Roman"/>
          <w:bCs/>
          <w:sz w:val="26"/>
          <w:szCs w:val="28"/>
          <w:lang w:eastAsia="ru-RU"/>
        </w:rPr>
        <w:t>с.Михайловка</w:t>
      </w:r>
    </w:p>
    <w:p w:rsidR="00191F4A" w:rsidRPr="00030340" w:rsidRDefault="00191F4A" w:rsidP="00030340">
      <w:pPr>
        <w:tabs>
          <w:tab w:val="left" w:pos="1332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1F4A" w:rsidRPr="00030340" w:rsidRDefault="00191F4A" w:rsidP="00030340">
      <w:pPr>
        <w:shd w:val="clear" w:color="auto" w:fill="FFFFFF"/>
        <w:spacing w:before="180" w:after="180" w:line="225" w:lineRule="atLeast"/>
        <w:jc w:val="center"/>
        <w:outlineLvl w:val="4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03034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Об утверждении схемы и реестра планируемых мест (площадок) накопления твердых коммунальных отходов на территории </w:t>
      </w: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Михайловского</w:t>
      </w:r>
      <w:r w:rsidRPr="0003034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сельсовета Черемисиновского района</w:t>
      </w:r>
    </w:p>
    <w:p w:rsidR="00191F4A" w:rsidRPr="00030340" w:rsidRDefault="00191F4A" w:rsidP="00030340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>В соответствии с Федеральным законом «Об отходах производства и  потребления» от 24.06.1998 г. № 89-ФЗ, постановлением Правительства Российской Федерации от 31.08.2018 г. № 1039  «Об утверждении Правил благоустройства мест (площадок) накопления твердых коммунальных отходов и ведения их реестра</w:t>
      </w:r>
      <w:r w:rsidRPr="0002172F">
        <w:rPr>
          <w:rFonts w:ascii="Times New Roman" w:hAnsi="Times New Roman"/>
          <w:b/>
          <w:color w:val="333333"/>
          <w:sz w:val="28"/>
          <w:szCs w:val="28"/>
          <w:lang w:eastAsia="ru-RU"/>
        </w:rPr>
        <w:t xml:space="preserve">», </w:t>
      </w:r>
      <w:r w:rsidRPr="0002172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«Правилами благоустройства территории муниципального образования «Михайловский сельсовет» Черемисиновского района Курской области» утвержденными решением Собрания депутатов Михайловского сельсовета от 28.08.2020г. №9.1/2, руководствуясь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УставомМО 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Михайловский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сельсовет» Черемисиновского района Курской области  </w:t>
      </w:r>
      <w:r w:rsidRPr="00030340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/>
          <w:sz w:val="28"/>
          <w:szCs w:val="28"/>
          <w:lang w:eastAsia="ru-RU"/>
        </w:rPr>
        <w:t>Михайловского</w:t>
      </w:r>
      <w:r w:rsidRPr="00030340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Pr="00030340">
        <w:rPr>
          <w:rFonts w:ascii="Times New Roman" w:hAnsi="Times New Roman"/>
          <w:b/>
          <w:color w:val="333333"/>
          <w:sz w:val="24"/>
          <w:szCs w:val="24"/>
          <w:lang w:eastAsia="ru-RU"/>
        </w:rPr>
        <w:t>ПОСТАНОВЛЯЕТ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>:</w:t>
      </w:r>
    </w:p>
    <w:p w:rsidR="00191F4A" w:rsidRPr="00030340" w:rsidRDefault="00191F4A" w:rsidP="00030340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1.Утвердить схему планируемых мест (площадок) накопления твердых коммунальных отходов на территории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Михайловского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сельсовета (Приложение №1).</w:t>
      </w:r>
    </w:p>
    <w:p w:rsidR="00191F4A" w:rsidRPr="00030340" w:rsidRDefault="00191F4A" w:rsidP="004241C6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2.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>Утвердить реестр планируемых мес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т (площадок) накопления твердых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коммунальных отходов на территории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Михайловского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сельсовета (Приложение №2).</w:t>
      </w:r>
    </w:p>
    <w:p w:rsidR="00191F4A" w:rsidRPr="007D64D9" w:rsidRDefault="00191F4A" w:rsidP="007D64D9">
      <w:pPr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3.. Настоящее постановление </w:t>
      </w:r>
      <w:r w:rsidRPr="007D64D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всту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пает в силу со дня его подпис</w:t>
      </w:r>
      <w:r w:rsidRPr="007D64D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ания и подлежит размещению на официальном сайте Администрации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Михайловского</w:t>
      </w:r>
      <w:r w:rsidRPr="007D64D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сельсовета Черемисиновского района.</w:t>
      </w:r>
    </w:p>
    <w:p w:rsidR="00191F4A" w:rsidRPr="00627349" w:rsidRDefault="00191F4A" w:rsidP="00C023C5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3</w:t>
      </w:r>
      <w:r w:rsidRPr="00627349">
        <w:rPr>
          <w:rFonts w:ascii="Times New Roman" w:hAnsi="Times New Roman"/>
          <w:color w:val="333333"/>
          <w:sz w:val="28"/>
          <w:szCs w:val="28"/>
          <w:lang w:eastAsia="ru-RU"/>
        </w:rPr>
        <w:t>.Контроль за выполнением настоящего постановления оставляю за собой.</w:t>
      </w:r>
    </w:p>
    <w:p w:rsidR="00191F4A" w:rsidRDefault="00191F4A" w:rsidP="00030340">
      <w:pPr>
        <w:shd w:val="clear" w:color="auto" w:fill="FFFFFF"/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91F4A" w:rsidRDefault="00191F4A" w:rsidP="00030340">
      <w:pPr>
        <w:shd w:val="clear" w:color="auto" w:fill="FFFFFF"/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91F4A" w:rsidRPr="00030340" w:rsidRDefault="00191F4A" w:rsidP="00030340">
      <w:pPr>
        <w:shd w:val="clear" w:color="auto" w:fill="FFFFFF"/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Михайловского</w:t>
      </w: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сельсовета</w:t>
      </w:r>
    </w:p>
    <w:p w:rsidR="00191F4A" w:rsidRPr="00030340" w:rsidRDefault="00191F4A" w:rsidP="00030340">
      <w:pPr>
        <w:shd w:val="clear" w:color="auto" w:fill="FFFFFF"/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3034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Черемисиновского района                   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                             О.И.Агеева</w:t>
      </w:r>
    </w:p>
    <w:p w:rsidR="00191F4A" w:rsidRPr="00030340" w:rsidRDefault="00191F4A" w:rsidP="000303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1F4A" w:rsidRPr="00C44A47" w:rsidRDefault="00191F4A" w:rsidP="00F947FB">
      <w:pPr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</w:p>
    <w:p w:rsidR="00191F4A" w:rsidRPr="00C44A47" w:rsidRDefault="00191F4A" w:rsidP="00C44A47">
      <w:pPr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  <w:sectPr w:rsidR="00191F4A" w:rsidRPr="00C44A47" w:rsidSect="00F947F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F4A" w:rsidRDefault="00191F4A" w:rsidP="00C44A47">
      <w:pPr>
        <w:jc w:val="right"/>
        <w:rPr>
          <w:b/>
          <w:sz w:val="24"/>
          <w:szCs w:val="24"/>
        </w:rPr>
      </w:pPr>
    </w:p>
    <w:p w:rsidR="00191F4A" w:rsidRPr="004241C6" w:rsidRDefault="00191F4A" w:rsidP="00C44A47">
      <w:pPr>
        <w:jc w:val="right"/>
        <w:rPr>
          <w:b/>
          <w:sz w:val="24"/>
          <w:szCs w:val="24"/>
        </w:rPr>
      </w:pPr>
      <w:r w:rsidRPr="004241C6">
        <w:rPr>
          <w:b/>
          <w:sz w:val="24"/>
          <w:szCs w:val="24"/>
        </w:rPr>
        <w:t>Приложение №2</w:t>
      </w:r>
    </w:p>
    <w:p w:rsidR="00191F4A" w:rsidRPr="004241C6" w:rsidRDefault="00191F4A" w:rsidP="00DF0677">
      <w:pPr>
        <w:tabs>
          <w:tab w:val="left" w:pos="-284"/>
          <w:tab w:val="left" w:pos="0"/>
          <w:tab w:val="left" w:pos="5245"/>
        </w:tabs>
        <w:spacing w:after="0" w:line="240" w:lineRule="auto"/>
        <w:ind w:right="73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41C6">
        <w:rPr>
          <w:rFonts w:ascii="Times New Roman" w:hAnsi="Times New Roman"/>
          <w:b/>
          <w:sz w:val="24"/>
          <w:szCs w:val="24"/>
          <w:lang w:eastAsia="ru-RU"/>
        </w:rPr>
        <w:t xml:space="preserve">Реестр  планируемых мест (площадок) </w:t>
      </w:r>
      <w:r w:rsidRPr="004241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накопления твердых коммунальных отходов на территории   </w:t>
      </w:r>
      <w:r>
        <w:rPr>
          <w:rFonts w:ascii="Times New Roman" w:hAnsi="Times New Roman"/>
          <w:b/>
          <w:sz w:val="24"/>
          <w:szCs w:val="24"/>
          <w:lang w:eastAsia="ru-RU"/>
        </w:rPr>
        <w:t>Михайловского</w:t>
      </w:r>
      <w:r w:rsidRPr="004241C6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  </w:t>
      </w:r>
    </w:p>
    <w:tbl>
      <w:tblPr>
        <w:tblpPr w:leftFromText="180" w:rightFromText="180" w:horzAnchor="margin" w:tblpY="9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702"/>
        <w:gridCol w:w="1275"/>
        <w:gridCol w:w="1843"/>
        <w:gridCol w:w="1276"/>
        <w:gridCol w:w="1134"/>
        <w:gridCol w:w="1276"/>
        <w:gridCol w:w="1417"/>
        <w:gridCol w:w="1418"/>
        <w:gridCol w:w="1559"/>
        <w:gridCol w:w="1069"/>
      </w:tblGrid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820" w:type="dxa"/>
            <w:gridSpan w:val="3"/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Данные о планируемых </w:t>
            </w: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мест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ах (площадках</w:t>
            </w: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) накопления ТКО</w:t>
            </w:r>
          </w:p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Данные о технических характеристиках мест (площадок) накопления ТКО</w:t>
            </w:r>
          </w:p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Данные о собственниках мест (площадок) накопления ТКО</w:t>
            </w:r>
          </w:p>
        </w:tc>
        <w:tc>
          <w:tcPr>
            <w:tcW w:w="1559" w:type="dxa"/>
            <w:vMerge w:val="restart"/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Данные об источниках образования ТКО (объект(ы) капитального строительств, территории (части территории)</w:t>
            </w:r>
          </w:p>
        </w:tc>
        <w:tc>
          <w:tcPr>
            <w:tcW w:w="1069" w:type="dxa"/>
            <w:vMerge w:val="restart"/>
          </w:tcPr>
          <w:p w:rsidR="00191F4A" w:rsidRPr="00C44A47" w:rsidRDefault="00191F4A" w:rsidP="00C44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Дата и номер решения о включении (отказе) сведений о месте (площадке) накопления ТКО в реестр </w:t>
            </w:r>
          </w:p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1F4A" w:rsidRPr="00734FBD" w:rsidTr="00CB530E">
        <w:trPr>
          <w:trHeight w:val="750"/>
        </w:trPr>
        <w:tc>
          <w:tcPr>
            <w:tcW w:w="533" w:type="dxa"/>
            <w:vMerge w:val="restart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191F4A" w:rsidRPr="00C44A47" w:rsidRDefault="00191F4A" w:rsidP="00C44A47">
            <w:pPr>
              <w:spacing w:after="0" w:line="240" w:lineRule="auto"/>
              <w:ind w:right="-141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Месторасположение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  <w:tc>
          <w:tcPr>
            <w:tcW w:w="1276" w:type="dxa"/>
            <w:vMerge w:val="restart"/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Используемое покрытие</w:t>
            </w:r>
          </w:p>
        </w:tc>
        <w:tc>
          <w:tcPr>
            <w:tcW w:w="1134" w:type="dxa"/>
            <w:vMerge w:val="restart"/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Площадь, м. кв.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Размещенные контейнеры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Планируемые к размещению</w:t>
            </w:r>
          </w:p>
        </w:tc>
        <w:tc>
          <w:tcPr>
            <w:tcW w:w="1418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1F4A" w:rsidRPr="00734FBD" w:rsidTr="00CB530E">
        <w:trPr>
          <w:trHeight w:val="390"/>
        </w:trPr>
        <w:tc>
          <w:tcPr>
            <w:tcW w:w="533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1.1 куб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1F4A" w:rsidRPr="00C44A47" w:rsidRDefault="00191F4A" w:rsidP="00C44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4A47">
              <w:rPr>
                <w:rFonts w:ascii="Times New Roman" w:hAnsi="Times New Roman"/>
                <w:sz w:val="20"/>
                <w:szCs w:val="20"/>
                <w:lang w:eastAsia="ru-RU"/>
              </w:rPr>
              <w:t>1.1 куб</w:t>
            </w:r>
          </w:p>
        </w:tc>
        <w:tc>
          <w:tcPr>
            <w:tcW w:w="1418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Merge/>
            <w:vAlign w:val="center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Между домом№5 и№7</w:t>
            </w:r>
          </w:p>
          <w:p w:rsidR="00191F4A" w:rsidRPr="00734FBD" w:rsidRDefault="00191F4A" w:rsidP="00C44A47"/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B299C">
            <w:r>
              <w:t>51° 50' 46.18" N / 37° 08' 34.76" E</w:t>
            </w:r>
          </w:p>
          <w:p w:rsidR="00191F4A" w:rsidRPr="00734FBD" w:rsidRDefault="00191F4A" w:rsidP="003B299C">
            <w:r>
              <w:t>51.846161 / 37.142989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д.Дурновка</w:t>
            </w:r>
          </w:p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12D1">
            <w:r>
              <w:t>51° 50' 45.47" N / 37° 08' 36.6" E</w:t>
            </w:r>
          </w:p>
          <w:p w:rsidR="00191F4A" w:rsidRPr="00734FBD" w:rsidRDefault="00191F4A" w:rsidP="004112D1">
            <w:r>
              <w:t>51.845963 / 37.143499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12D1">
            <w:r>
              <w:t>51° 50' 44.39" N / 37° 08' 37.27" E</w:t>
            </w:r>
          </w:p>
          <w:p w:rsidR="00191F4A" w:rsidRPr="00734FBD" w:rsidRDefault="00191F4A" w:rsidP="004112D1">
            <w:r>
              <w:t>51.845664 / 37.143686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12D1">
            <w:r>
              <w:t>51° 50' 46.96" N / 37° 08' 34.7" E</w:t>
            </w:r>
          </w:p>
          <w:p w:rsidR="00191F4A" w:rsidRPr="00734FBD" w:rsidRDefault="00191F4A" w:rsidP="004112D1">
            <w:r>
              <w:t>51.846377 / 37.142973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12D1">
            <w:r>
              <w:t>51° 50' 44.13" N / 37° 08' 38.51" E</w:t>
            </w:r>
          </w:p>
          <w:p w:rsidR="00191F4A" w:rsidRPr="00734FBD" w:rsidRDefault="00191F4A" w:rsidP="004112D1">
            <w:r>
              <w:t>51.845591 / 37.144030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12D1">
            <w:r>
              <w:t>51° 50' 43.25" N / 37° 08' 38.7" E</w:t>
            </w:r>
          </w:p>
          <w:p w:rsidR="00191F4A" w:rsidRPr="00734FBD" w:rsidRDefault="00191F4A" w:rsidP="004112D1">
            <w:r>
              <w:t>51.845346 / 37.144083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Д.Дурновка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№16а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12D1">
            <w:r>
              <w:t>51° 50' 42.41" N / 37° 08' 40.65" E</w:t>
            </w:r>
          </w:p>
          <w:p w:rsidR="00191F4A" w:rsidRPr="00734FBD" w:rsidRDefault="00191F4A" w:rsidP="004112D1">
            <w:r>
              <w:t>51.845114 / 37.144625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49.51" N / 37° 08' 39.96" E</w:t>
            </w:r>
          </w:p>
          <w:p w:rsidR="00191F4A" w:rsidRPr="00734FBD" w:rsidRDefault="00191F4A" w:rsidP="00F01142">
            <w:r>
              <w:t>51.830421 / 37.144432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48.94" N / 37° 08' 33.78" E</w:t>
            </w:r>
          </w:p>
          <w:p w:rsidR="00191F4A" w:rsidRPr="00734FBD" w:rsidRDefault="00191F4A" w:rsidP="00F01142">
            <w:r>
              <w:t>51.830261 / 37.142715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д.11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50.18" N / 37° 08' 28.37" E</w:t>
            </w:r>
          </w:p>
          <w:p w:rsidR="00191F4A" w:rsidRPr="00734FBD" w:rsidRDefault="00191F4A" w:rsidP="00F01142">
            <w:r>
              <w:t>51.830606 / 37.141213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д.22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48.37" N / 37° 08' 25.74" E</w:t>
            </w:r>
          </w:p>
          <w:p w:rsidR="00191F4A" w:rsidRPr="00734FBD" w:rsidRDefault="00191F4A" w:rsidP="00F01142">
            <w:r>
              <w:t>51.830102 / 37.140484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</w:t>
            </w: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Дурновка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49.61" N / 37° 08' 19.25" E</w:t>
            </w:r>
          </w:p>
          <w:p w:rsidR="00191F4A" w:rsidRPr="00734FBD" w:rsidRDefault="00191F4A" w:rsidP="00F01142">
            <w:r>
              <w:t>51.830447 / 37.138681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№21(а)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47.13" N / 37° 08' 14.77" E</w:t>
            </w:r>
          </w:p>
          <w:p w:rsidR="00191F4A" w:rsidRPr="00734FBD" w:rsidRDefault="00191F4A" w:rsidP="00F01142">
            <w:r>
              <w:t>51.829757 / 37.137437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№35 /1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49.8" N / 37° 08' 14.15" E</w:t>
            </w:r>
          </w:p>
          <w:p w:rsidR="00191F4A" w:rsidRPr="00734FBD" w:rsidRDefault="00191F4A" w:rsidP="00F01142">
            <w:r>
              <w:t>51.830500 / 37.137265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№30/2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51.52" N / 37° 08' 11.37" E</w:t>
            </w:r>
          </w:p>
          <w:p w:rsidR="00191F4A" w:rsidRPr="00734FBD" w:rsidRDefault="00191F4A" w:rsidP="00F01142">
            <w:r>
              <w:t>51.830977 / 37.136493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Между домом №39 и № 41/1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54.1" N / 37° 08' 12.3" E</w:t>
            </w:r>
          </w:p>
          <w:p w:rsidR="00191F4A" w:rsidRPr="00734FBD" w:rsidRDefault="00191F4A" w:rsidP="00F01142">
            <w:r>
              <w:t>51.831694 / 37.136750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№49/2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55.82" N / 37° 08' 08.9" E</w:t>
            </w:r>
          </w:p>
          <w:p w:rsidR="00191F4A" w:rsidRPr="00734FBD" w:rsidRDefault="00191F4A" w:rsidP="00F01142">
            <w:r>
              <w:t>51.832171 / 37.135806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57.72" N / 37° 08' 15.39" E</w:t>
            </w:r>
          </w:p>
          <w:p w:rsidR="00191F4A" w:rsidRPr="00734FBD" w:rsidRDefault="00191F4A" w:rsidP="00F01142">
            <w:r>
              <w:t>51.832701 / 37.137609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50' 00.49" N / 37° 08' 20.03" E</w:t>
            </w:r>
          </w:p>
          <w:p w:rsidR="00191F4A" w:rsidRPr="00734FBD" w:rsidRDefault="00191F4A" w:rsidP="00F01142">
            <w:r>
              <w:t>51.833470 / 37.138896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49' 59.92" N / 37° 08' 27.44" E</w:t>
            </w:r>
          </w:p>
          <w:p w:rsidR="00191F4A" w:rsidRPr="00734FBD" w:rsidRDefault="00191F4A" w:rsidP="00F01142">
            <w:r>
              <w:t>51.833311 / 37.140956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Напротив дома №66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50' 00.88" N / 37° 08' 32.85" E</w:t>
            </w:r>
          </w:p>
          <w:p w:rsidR="00191F4A" w:rsidRPr="00734FBD" w:rsidRDefault="00191F4A" w:rsidP="00F01142">
            <w:r>
              <w:t>51.833576 / 37.142458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с.Михайловка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01142">
            <w:r>
              <w:t>51° 50' 01.26" N / 37° 08' 38.56" E</w:t>
            </w:r>
          </w:p>
          <w:p w:rsidR="00191F4A" w:rsidRPr="00734FBD" w:rsidRDefault="00191F4A" w:rsidP="00F01142">
            <w:r>
              <w:t>51.833683 / 37.144046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с.Михайловка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684CCC">
            <w:r>
              <w:t>51° 50' 04.79" N / 37° 07' 59.55" E</w:t>
            </w:r>
          </w:p>
          <w:p w:rsidR="00191F4A" w:rsidRPr="00734FBD" w:rsidRDefault="00191F4A" w:rsidP="00684CCC">
            <w:r>
              <w:t>51.834664 / 37.133210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684CCC">
            <w:r>
              <w:t>51° 50' 06.56" N / 37° 08' 04.81" E</w:t>
            </w:r>
          </w:p>
          <w:p w:rsidR="00191F4A" w:rsidRPr="00734FBD" w:rsidRDefault="00191F4A" w:rsidP="00684CCC">
            <w:r>
              <w:t>51.835154 / 37.134669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684CCC">
            <w:r>
              <w:t>51° 50' 07.51" N / 37° 08' 08.28" E</w:t>
            </w:r>
          </w:p>
          <w:p w:rsidR="00191F4A" w:rsidRPr="00734FBD" w:rsidRDefault="00191F4A" w:rsidP="00684CCC">
            <w:r>
              <w:t>51.835420 / 37.135634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A7789">
            <w:r>
              <w:t>51° 50' 08.37" N / 37° 08' 10.45" E</w:t>
            </w:r>
          </w:p>
          <w:p w:rsidR="00191F4A" w:rsidRPr="00734FBD" w:rsidRDefault="00191F4A" w:rsidP="00FA7789">
            <w:r>
              <w:t>51.835658 / 37.136235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A7789">
            <w:r>
              <w:t>51° 50' 09.37" N / 37° 08' 13.69" E</w:t>
            </w:r>
          </w:p>
          <w:p w:rsidR="00191F4A" w:rsidRPr="00734FBD" w:rsidRDefault="00191F4A" w:rsidP="00FA7789">
            <w:r>
              <w:t>51.835937 / 37.137136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№10а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A7789">
            <w:r>
              <w:t>51° 50' 10.14" N / 37° 08' 16.09" E</w:t>
            </w:r>
          </w:p>
          <w:p w:rsidR="00191F4A" w:rsidRPr="00734FBD" w:rsidRDefault="00191F4A" w:rsidP="00FA7789">
            <w:r>
              <w:t>51.836149 / 37.137802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Д.Хрущевка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A7789">
            <w:r>
              <w:t>51° 50' 12.14" N / 37° 08' 20.95" E</w:t>
            </w:r>
          </w:p>
          <w:p w:rsidR="00191F4A" w:rsidRPr="00734FBD" w:rsidRDefault="00191F4A" w:rsidP="00FA7789">
            <w:r>
              <w:t>51.836706 / 37.139153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Хрущевка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A7789">
            <w:r>
              <w:t>51° 50' 59.86" N / 37° 12' 54.64" E</w:t>
            </w:r>
          </w:p>
          <w:p w:rsidR="00191F4A" w:rsidRPr="00734FBD" w:rsidRDefault="00191F4A" w:rsidP="00FA7789">
            <w:r>
              <w:t>51.849962 / 37.215178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A7789">
            <w:r>
              <w:t>51° 50' 59.24" N / 37° 12' 59.74" E</w:t>
            </w:r>
          </w:p>
          <w:p w:rsidR="00191F4A" w:rsidRPr="00734FBD" w:rsidRDefault="00191F4A" w:rsidP="00FA7789">
            <w:r>
              <w:t>51.849790 / 37.216594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50' 58.19" N / 37° 13' 02.98" E</w:t>
            </w:r>
          </w:p>
          <w:p w:rsidR="00191F4A" w:rsidRPr="00734FBD" w:rsidRDefault="00191F4A" w:rsidP="00303F9F">
            <w:r>
              <w:t>51.849499 / 37.217495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50' 57.05" N / 37° 13' 04.53" E</w:t>
            </w:r>
          </w:p>
          <w:p w:rsidR="00191F4A" w:rsidRPr="00734FBD" w:rsidRDefault="00191F4A" w:rsidP="00303F9F">
            <w:r>
              <w:t>51.849180 / 37.217925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50' 55.76" N / 37° 13' 06" E</w:t>
            </w:r>
          </w:p>
          <w:p w:rsidR="00191F4A" w:rsidRPr="00734FBD" w:rsidRDefault="00191F4A" w:rsidP="00303F9F">
            <w:r>
              <w:t>51.848823 / 37.218332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50' 55.09" N / 37° 13' 08.78" E</w:t>
            </w:r>
          </w:p>
          <w:p w:rsidR="00191F4A" w:rsidRPr="00734FBD" w:rsidRDefault="00191F4A" w:rsidP="00303F9F">
            <w:r>
              <w:t>51.848637 / 37.219105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20.57" N / 37° 12' 43.29" E</w:t>
            </w:r>
          </w:p>
          <w:p w:rsidR="00191F4A" w:rsidRPr="00734FBD" w:rsidRDefault="00191F4A" w:rsidP="00303F9F">
            <w:r>
              <w:t>51.855715 / 37.212024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17.61" N / 37° 12' 44.83" E</w:t>
            </w:r>
          </w:p>
          <w:p w:rsidR="00191F4A" w:rsidRPr="00734FBD" w:rsidRDefault="00191F4A" w:rsidP="00303F9F">
            <w:r>
              <w:t>51.854893 / 37.212453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№43 кв.1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15.99" N / 37° 12' 46.07" E</w:t>
            </w:r>
          </w:p>
          <w:p w:rsidR="00191F4A" w:rsidRPr="00734FBD" w:rsidRDefault="00191F4A" w:rsidP="00303F9F">
            <w:r>
              <w:t>51.854442 / 37.212796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13.51" N / 37° 12' 48.38" E</w:t>
            </w:r>
          </w:p>
          <w:p w:rsidR="00191F4A" w:rsidRPr="00734FBD" w:rsidRDefault="00191F4A" w:rsidP="00303F9F">
            <w:r>
              <w:t>51.853753 / 37.213440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За  СДК №8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11.41" N / 37° 12' 49.62" E</w:t>
            </w:r>
          </w:p>
          <w:p w:rsidR="00191F4A" w:rsidRPr="00734FBD" w:rsidRDefault="00191F4A" w:rsidP="00303F9F">
            <w:r>
              <w:t>51.853170 / 37.213783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09.12" N / 37° 12' 51.47" E</w:t>
            </w:r>
          </w:p>
          <w:p w:rsidR="00191F4A" w:rsidRPr="00734FBD" w:rsidRDefault="00191F4A" w:rsidP="00303F9F">
            <w:r>
              <w:t>51.852534 / 37.214298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№41/1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06.64" N / 37° 12' 54.1" E</w:t>
            </w:r>
          </w:p>
          <w:p w:rsidR="00191F4A" w:rsidRPr="00734FBD" w:rsidRDefault="00191F4A" w:rsidP="00303F9F">
            <w:r>
              <w:t>51.851845 / 37.215028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04.83" N / 37° 12' 55.18" E</w:t>
            </w:r>
          </w:p>
          <w:p w:rsidR="00191F4A" w:rsidRPr="00734FBD" w:rsidRDefault="00191F4A" w:rsidP="00303F9F">
            <w:r>
              <w:t>51.851341 / 37.215328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03.21" N / 37° 12' 57.19" E</w:t>
            </w:r>
          </w:p>
          <w:p w:rsidR="00191F4A" w:rsidRPr="00734FBD" w:rsidRDefault="00191F4A" w:rsidP="00303F9F">
            <w:r>
              <w:t>51.850890 / 37.215886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01.39" N / 37° 12' 59.35" E</w:t>
            </w:r>
          </w:p>
          <w:p w:rsidR="00191F4A" w:rsidRPr="00734FBD" w:rsidRDefault="00191F4A" w:rsidP="00303F9F">
            <w:r>
              <w:t>51.850387 / 37.216487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03F9F">
            <w:r>
              <w:t>51° 51' 00.53" N / 37° 12' 51.01" E</w:t>
            </w:r>
          </w:p>
          <w:p w:rsidR="00191F4A" w:rsidRPr="00734FBD" w:rsidRDefault="00191F4A" w:rsidP="00303F9F">
            <w:r>
              <w:t>51.850148 / 37.214170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Между домом №64 и №66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6156D">
            <w:r>
              <w:t>51° 50' 59.39" N / 37° 12' 45.91" E</w:t>
            </w:r>
          </w:p>
          <w:p w:rsidR="00191F4A" w:rsidRPr="00734FBD" w:rsidRDefault="00191F4A" w:rsidP="00D6156D">
            <w:r>
              <w:t>51.849830 / 37.212753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6156D">
            <w:r>
              <w:t>51° 50' 58.82" N / 37° 12' 40.97" E</w:t>
            </w:r>
          </w:p>
          <w:p w:rsidR="00191F4A" w:rsidRPr="00734FBD" w:rsidRDefault="00191F4A" w:rsidP="00D6156D">
            <w:r>
              <w:t>51.849671 / 37.211380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6156D">
            <w:r>
              <w:t>51° 50' 58.15" N / 37° 12' 37.41" E</w:t>
            </w:r>
          </w:p>
          <w:p w:rsidR="00191F4A" w:rsidRPr="00734FBD" w:rsidRDefault="00191F4A" w:rsidP="00D6156D">
            <w:r>
              <w:t>51.849485 / 37.210393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Между домом №86 и №88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6156D">
            <w:r>
              <w:t>51° 50' 56.81" N / 37° 12' 35.72" E</w:t>
            </w:r>
          </w:p>
          <w:p w:rsidR="00191F4A" w:rsidRPr="00734FBD" w:rsidRDefault="00191F4A" w:rsidP="00D6156D">
            <w:r>
              <w:t>51.849114 / 37.209921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№98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6156D">
            <w:r>
              <w:t>51° 50' 54.9" N / 37° 12' 34.79" E</w:t>
            </w:r>
          </w:p>
          <w:p w:rsidR="00191F4A" w:rsidRPr="00734FBD" w:rsidRDefault="00191F4A" w:rsidP="00D6156D">
            <w:r>
              <w:t>51.848584 / 37.209663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С.Толстый Колодезь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6156D">
            <w:r>
              <w:t>51° 50' 52.71" N / 37° 12' 36.33" E</w:t>
            </w:r>
          </w:p>
          <w:p w:rsidR="00191F4A" w:rsidRPr="00734FBD" w:rsidRDefault="00191F4A" w:rsidP="00D6156D">
            <w:r>
              <w:t>51.847974 / 37.210093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с.Толстый Колодезь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д.Петрищево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 xml:space="preserve">Напротив </w:t>
            </w:r>
            <w:r>
              <w:t>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96A8F">
            <w:r>
              <w:t>51° 47' 34.36" N / 37° 07' 27.19" E</w:t>
            </w:r>
          </w:p>
          <w:p w:rsidR="00191F4A" w:rsidRPr="00734FBD" w:rsidRDefault="00191F4A" w:rsidP="00596A8F">
            <w:r>
              <w:t>51.792877 / 37.124219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Петрищево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д.Петрищево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96A8F">
            <w:r>
              <w:t>51° 47' 32.26" N / 37° 07' 31.36" E</w:t>
            </w:r>
          </w:p>
          <w:p w:rsidR="00191F4A" w:rsidRPr="00734FBD" w:rsidRDefault="00191F4A" w:rsidP="00596A8F">
            <w:r>
              <w:t>51.792293 / 37.125378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Петрищево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Д.Петрищево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96A8F">
            <w:r>
              <w:t>51° 47' 31.59" N / 37° 07' 37.38" E</w:t>
            </w:r>
          </w:p>
          <w:p w:rsidR="00191F4A" w:rsidRPr="00734FBD" w:rsidRDefault="00191F4A" w:rsidP="00596A8F">
            <w:r>
              <w:t>51.792107 / 37.127051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Петрищево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Д.Петрищево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Между домами №4 и №5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96A8F">
            <w:r>
              <w:t>51° 47' 28.91" N / 37° 07' 39.86" E</w:t>
            </w:r>
          </w:p>
          <w:p w:rsidR="00191F4A" w:rsidRPr="00734FBD" w:rsidRDefault="00191F4A" w:rsidP="00596A8F">
            <w:r>
              <w:t>51.791364 / 37.127738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Петрищево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Д.Петрищево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Между домами №22 и №23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96A8F">
            <w:r>
              <w:t>51° 47' 27" N / 37° 07' 51.29" E</w:t>
            </w:r>
          </w:p>
          <w:p w:rsidR="00191F4A" w:rsidRPr="00734FBD" w:rsidRDefault="00191F4A" w:rsidP="00596A8F">
            <w:r>
              <w:t>51.790833 / 37.130914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Петрищево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7D31">
            <w:r>
              <w:t>51° 51' 06.55" N / 37° 19' 01.49" E</w:t>
            </w:r>
          </w:p>
          <w:p w:rsidR="00191F4A" w:rsidRPr="00734FBD" w:rsidRDefault="00191F4A" w:rsidP="003D7D31">
            <w:r>
              <w:t>51.851818 / 37.317080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№39а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7D31">
            <w:r>
              <w:t>51° 51' 03.87" N / 37° 19' 03.5" E</w:t>
            </w:r>
          </w:p>
          <w:p w:rsidR="00191F4A" w:rsidRPr="00734FBD" w:rsidRDefault="00191F4A" w:rsidP="003D7D31">
            <w:r>
              <w:t>51.851076 / 37.317638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№37/1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01.39" N / 37° 19' 04.43" E</w:t>
            </w:r>
          </w:p>
          <w:p w:rsidR="00191F4A" w:rsidRPr="00734FBD" w:rsidRDefault="00191F4A" w:rsidP="00F41871">
            <w:r>
              <w:t>51.850387 / 37.317896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10.17" N / 37° 19' 02.11" E</w:t>
            </w:r>
          </w:p>
          <w:p w:rsidR="00191F4A" w:rsidRPr="00734FBD" w:rsidRDefault="00191F4A" w:rsidP="00F41871">
            <w:r>
              <w:t>51.852825 / 37.317252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№3/1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10.27" N / 37° 18' 54.23" E</w:t>
            </w:r>
          </w:p>
          <w:p w:rsidR="00191F4A" w:rsidRPr="00734FBD" w:rsidRDefault="00191F4A" w:rsidP="00F41871">
            <w:r>
              <w:t>51.852852 / 37.315063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10.46" N / 37° 18' 50.98" E</w:t>
            </w:r>
          </w:p>
          <w:p w:rsidR="00191F4A" w:rsidRPr="00734FBD" w:rsidRDefault="00191F4A" w:rsidP="00F41871">
            <w:r>
              <w:t>51.852905 / 37.314162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12.46" N / 37° 19' 02.11" E</w:t>
            </w:r>
          </w:p>
          <w:p w:rsidR="00191F4A" w:rsidRPr="00734FBD" w:rsidRDefault="00191F4A" w:rsidP="00F41871">
            <w:r>
              <w:t>51.853462 / 37.317252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магазина №28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11.13" N / 37° 18' 45.42" E</w:t>
            </w:r>
          </w:p>
          <w:p w:rsidR="00191F4A" w:rsidRPr="00734FBD" w:rsidRDefault="00191F4A" w:rsidP="00F41871">
            <w:r>
              <w:t>51.853091 / 37.312617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школы д№2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15.13" N / 37° 19' 02.26" E</w:t>
            </w:r>
          </w:p>
          <w:p w:rsidR="00191F4A" w:rsidRPr="00734FBD" w:rsidRDefault="00191F4A" w:rsidP="00F41871">
            <w:r>
              <w:t>51.854204 / 37.317295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№4/2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16.76" N / 37° 19' 01.34" E</w:t>
            </w:r>
          </w:p>
          <w:p w:rsidR="00191F4A" w:rsidRPr="00734FBD" w:rsidRDefault="00191F4A" w:rsidP="00F41871">
            <w:r>
              <w:t>51.854654 / 37.317038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№7кв.1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13.23" N / 37° 18' 44.19" E</w:t>
            </w:r>
          </w:p>
          <w:p w:rsidR="00191F4A" w:rsidRPr="00734FBD" w:rsidRDefault="00191F4A" w:rsidP="00F41871">
            <w:r>
              <w:t>51.853674 / 37.312274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04.16" N / 37° 19' 15.39" E</w:t>
            </w:r>
          </w:p>
          <w:p w:rsidR="00191F4A" w:rsidRPr="00734FBD" w:rsidRDefault="00191F4A" w:rsidP="00F41871">
            <w:r>
              <w:t>51.851155 / 37.320943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д.Бобровка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41871">
            <w:r>
              <w:t>51° 51' 28.11" N / 37° 19' 12.92" E</w:t>
            </w:r>
          </w:p>
          <w:p w:rsidR="00191F4A" w:rsidRPr="00734FBD" w:rsidRDefault="00191F4A" w:rsidP="00F41871">
            <w:r>
              <w:t>51.857809 / 37.320256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Бобровка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д.Баклановка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87D6A">
            <w:r>
              <w:t>51° 49' 52.33" N / 37° 21' 26.41" E</w:t>
            </w:r>
          </w:p>
          <w:p w:rsidR="00191F4A" w:rsidRPr="00734FBD" w:rsidRDefault="00191F4A" w:rsidP="00F87D6A">
            <w:r>
              <w:t>51.831203 / 37.357335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Баклановка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Д.Баклановка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87D6A">
            <w:r>
              <w:t>51° 49' 51.28" N / 37° 21' 30.19" E</w:t>
            </w:r>
          </w:p>
          <w:p w:rsidR="00191F4A" w:rsidRPr="00734FBD" w:rsidRDefault="00191F4A" w:rsidP="00F87D6A">
            <w:r>
              <w:t>51.830911 / 37.358387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Баклановка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д.Муравка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87D6A">
            <w:r>
              <w:t>51° 50' 05.46" N / 37° 23' 41.82" E</w:t>
            </w:r>
          </w:p>
          <w:p w:rsidR="00191F4A" w:rsidRPr="00734FBD" w:rsidRDefault="00191F4A" w:rsidP="00F87D6A">
            <w:r>
              <w:t>51.834849 / 37.394950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Муравка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д.Сенчуковка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93A97">
            <w:r>
              <w:t>51° 49' 27.65" N / 37° 23' 26.53" E</w:t>
            </w:r>
          </w:p>
          <w:p w:rsidR="00191F4A" w:rsidRPr="00734FBD" w:rsidRDefault="00191F4A" w:rsidP="00F93A97">
            <w:r>
              <w:t>51.824347 / 37.390702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д.Сенчуковка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д.Малиновка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93A97">
            <w:r>
              <w:t>51° 47' 07.41" N / 37° 08' 10.6" E</w:t>
            </w:r>
          </w:p>
          <w:p w:rsidR="00191F4A" w:rsidRPr="00734FBD" w:rsidRDefault="00191F4A" w:rsidP="00F93A97">
            <w:r>
              <w:t>51.785391 / 37.136278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Малиновка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д.Корсовка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93A97">
            <w:r>
              <w:t>51° 50' 20.64" N / 37° 09' 48.4" E</w:t>
            </w:r>
          </w:p>
          <w:p w:rsidR="00191F4A" w:rsidRPr="00734FBD" w:rsidRDefault="00191F4A" w:rsidP="00F93A97">
            <w:r>
              <w:t>51.839066 / 37.163444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Корсовка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Д.Корсовка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93A97">
            <w:r>
              <w:t>51° 50' 21.4" N / 37° 10' 01.37" E</w:t>
            </w:r>
          </w:p>
          <w:p w:rsidR="00191F4A" w:rsidRPr="00734FBD" w:rsidRDefault="00191F4A" w:rsidP="00F93A97">
            <w:r>
              <w:t>51.839278 / 37.167048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Корсовка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Д.Корсовка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F93A97">
            <w:r>
              <w:t>51° 50' 22.35" N / 37° 10' 18.21" E</w:t>
            </w:r>
          </w:p>
          <w:p w:rsidR="00191F4A" w:rsidRPr="00734FBD" w:rsidRDefault="00191F4A" w:rsidP="00F93A97">
            <w:r>
              <w:t>51.839543 / 37.171726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Корсовка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Д.Трухочевка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1954AF">
            <w:pPr>
              <w:pStyle w:val="NormalWeb"/>
              <w:shd w:val="clear" w:color="auto" w:fill="FFFFFF"/>
              <w:spacing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51° 50' 35.34" N</w:t>
            </w:r>
            <w:r>
              <w:rPr>
                <w:rStyle w:val="apple-converted-space"/>
                <w:rFonts w:ascii="Arial" w:hAnsi="Arial" w:cs="Arial"/>
                <w:color w:val="333333"/>
                <w:sz w:val="18"/>
                <w:szCs w:val="18"/>
              </w:rPr>
              <w:t> </w:t>
            </w:r>
            <w:r>
              <w:rPr>
                <w:rStyle w:val="coorddivider"/>
                <w:rFonts w:ascii="Arial" w:hAnsi="Arial" w:cs="Arial"/>
                <w:color w:val="999999"/>
                <w:sz w:val="18"/>
                <w:szCs w:val="18"/>
              </w:rPr>
              <w:t>/</w:t>
            </w:r>
            <w:r>
              <w:rPr>
                <w:rStyle w:val="apple-converted-space"/>
                <w:rFonts w:ascii="Arial" w:hAnsi="Arial" w:cs="Arial"/>
                <w:color w:val="333333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37° 10' 04.46" E</w:t>
            </w:r>
          </w:p>
          <w:p w:rsidR="00191F4A" w:rsidRDefault="00191F4A" w:rsidP="001954AF">
            <w:pPr>
              <w:pStyle w:val="NormalWeb"/>
              <w:shd w:val="clear" w:color="auto" w:fill="FFFFFF"/>
              <w:spacing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51.843149</w:t>
            </w:r>
            <w:r>
              <w:rPr>
                <w:rStyle w:val="apple-converted-space"/>
                <w:rFonts w:ascii="Arial" w:hAnsi="Arial" w:cs="Arial"/>
                <w:color w:val="333333"/>
                <w:sz w:val="18"/>
                <w:szCs w:val="18"/>
              </w:rPr>
              <w:t> </w:t>
            </w:r>
            <w:r>
              <w:rPr>
                <w:rStyle w:val="coorddivider"/>
                <w:rFonts w:ascii="Arial" w:hAnsi="Arial" w:cs="Arial"/>
                <w:color w:val="999999"/>
                <w:sz w:val="18"/>
                <w:szCs w:val="18"/>
              </w:rPr>
              <w:t>/</w:t>
            </w:r>
            <w:r>
              <w:rPr>
                <w:rStyle w:val="apple-converted-space"/>
                <w:rFonts w:ascii="Arial" w:hAnsi="Arial" w:cs="Arial"/>
                <w:color w:val="333333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37.167907</w:t>
            </w:r>
          </w:p>
          <w:p w:rsidR="00191F4A" w:rsidRPr="00734FBD" w:rsidRDefault="00191F4A" w:rsidP="00C44A47"/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Д.Трухочевка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Д.Трухочевка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1954AF">
            <w:r>
              <w:t>51° 50' 39.06" N / 37° 10' 18.83" E</w:t>
            </w:r>
          </w:p>
          <w:p w:rsidR="00191F4A" w:rsidRPr="00734FBD" w:rsidRDefault="00191F4A" w:rsidP="001954AF">
            <w:r>
              <w:t>51.844183 / 37.171898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Д.Трухочевка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Д.Трухочевка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1954AF">
            <w:r>
              <w:t>51° 50' 38.58" N / 37° 10' 29.03" E</w:t>
            </w:r>
          </w:p>
          <w:p w:rsidR="00191F4A" w:rsidRPr="00734FBD" w:rsidRDefault="00191F4A" w:rsidP="001954AF">
            <w:r>
              <w:t>51.844050 / 37.174730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Д.Трухочевка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1954AF">
            <w:r>
              <w:t>51° 50' 39.35" N / 37° 13' 30.56" E</w:t>
            </w:r>
          </w:p>
          <w:p w:rsidR="00191F4A" w:rsidRPr="00734FBD" w:rsidRDefault="00191F4A" w:rsidP="001954AF">
            <w:r>
              <w:t>51.844263 / 37.225156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1954AF">
            <w:r>
              <w:t>51° 50' 38.49" N / 37° 13' 14.96" E</w:t>
            </w:r>
          </w:p>
          <w:p w:rsidR="00191F4A" w:rsidRPr="00734FBD" w:rsidRDefault="00191F4A" w:rsidP="001954AF">
            <w:r>
              <w:t>51.844024 / 37.220821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Д.2-я Знаменка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41.25" N / 37° 13' 06.31" E</w:t>
            </w:r>
          </w:p>
          <w:p w:rsidR="00191F4A" w:rsidRPr="00734FBD" w:rsidRDefault="00191F4A" w:rsidP="00417335">
            <w:r>
              <w:t>51.844793 / 37.218418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40.2" N / 37° 12' 58.89" E</w:t>
            </w:r>
          </w:p>
          <w:p w:rsidR="00191F4A" w:rsidRPr="00734FBD" w:rsidRDefault="00191F4A" w:rsidP="00417335">
            <w:r>
              <w:t>51.844501 / 37.216358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42.11" N / 37° 12' 51.63" E</w:t>
            </w:r>
          </w:p>
          <w:p w:rsidR="00191F4A" w:rsidRPr="00734FBD" w:rsidRDefault="00191F4A" w:rsidP="00417335">
            <w:r>
              <w:t>51.845031 / 37.214341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40.4" N / 37° 12' 47.3" E</w:t>
            </w:r>
          </w:p>
          <w:p w:rsidR="00191F4A" w:rsidRPr="00734FBD" w:rsidRDefault="00191F4A" w:rsidP="00417335">
            <w:r>
              <w:t>51.844554 / 37.213140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42.11" N / 37° 12' 41.74" E</w:t>
            </w:r>
          </w:p>
          <w:p w:rsidR="00191F4A" w:rsidRPr="00734FBD" w:rsidRDefault="00191F4A" w:rsidP="00417335">
            <w:r>
              <w:t>51.845031 / 37.211595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41.44" N / 37° 12' 34.17" E</w:t>
            </w:r>
          </w:p>
          <w:p w:rsidR="00191F4A" w:rsidRPr="00734FBD" w:rsidRDefault="00191F4A" w:rsidP="00417335">
            <w:r>
              <w:t>51.844846 / 37.209492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 xml:space="preserve">Напротив дома №15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40.78" N / 37° 12' 26.14" E</w:t>
            </w:r>
          </w:p>
          <w:p w:rsidR="00191F4A" w:rsidRPr="00734FBD" w:rsidRDefault="00191F4A" w:rsidP="00417335">
            <w:r>
              <w:t>51.844660 / 37.207260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д.2-я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417335">
            <w:r>
              <w:t>51° 50' 39.25" N / 37° 12' 17.48" E</w:t>
            </w:r>
          </w:p>
          <w:p w:rsidR="00191F4A" w:rsidRPr="00734FBD" w:rsidRDefault="00191F4A" w:rsidP="00417335">
            <w:r>
              <w:t>51.844236 / 37.204857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2-я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Д.1-я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49' 43.88" N / 37° 16' 26.53" E</w:t>
            </w:r>
          </w:p>
          <w:p w:rsidR="00191F4A" w:rsidRPr="00734FBD" w:rsidRDefault="00191F4A" w:rsidP="00EB2252">
            <w:r>
              <w:t>51.828856 / 37.274036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1-я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Д.1-я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49' 47.8" N / 37° 16' 15.56" E</w:t>
            </w:r>
          </w:p>
          <w:p w:rsidR="00191F4A" w:rsidRPr="00734FBD" w:rsidRDefault="00191F4A" w:rsidP="00EB2252">
            <w:r>
              <w:t>51.829943 / 37.270989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1-я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Д.1-я Знаменка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49' 50.37" N / 37° 16' 09.85" E</w:t>
            </w:r>
          </w:p>
          <w:p w:rsidR="00191F4A" w:rsidRPr="00734FBD" w:rsidRDefault="00191F4A" w:rsidP="00EB2252">
            <w:r>
              <w:t>51.830659 / 37.269402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1-я Знаменка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Д.Основное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50' 39.06" N / 37° 14' 25.41" E</w:t>
            </w:r>
          </w:p>
          <w:p w:rsidR="00191F4A" w:rsidRPr="00734FBD" w:rsidRDefault="00191F4A" w:rsidP="00EB2252">
            <w:r>
              <w:t>51.844183 / 37.240391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Основное</w:t>
            </w:r>
          </w:p>
        </w:tc>
        <w:tc>
          <w:tcPr>
            <w:tcW w:w="1069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Д.Основное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50' 38.68" N / 37° 14' 20" E</w:t>
            </w:r>
          </w:p>
          <w:p w:rsidR="00191F4A" w:rsidRPr="00734FBD" w:rsidRDefault="00191F4A" w:rsidP="00EB2252">
            <w:r>
              <w:t>51.844077 / 37.238889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Основное</w:t>
            </w:r>
          </w:p>
        </w:tc>
        <w:tc>
          <w:tcPr>
            <w:tcW w:w="1069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Д.Основное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50' 40.2" N / 37° 14' 14.44" E</w:t>
            </w:r>
          </w:p>
          <w:p w:rsidR="00191F4A" w:rsidRPr="00734FBD" w:rsidRDefault="00191F4A" w:rsidP="00EB2252">
            <w:r>
              <w:t>51.844501 / 37.237344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Основное</w:t>
            </w:r>
          </w:p>
        </w:tc>
        <w:tc>
          <w:tcPr>
            <w:tcW w:w="1069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Д.Основное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№7а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50' 41.83" N / 37° 14' 10.11" E</w:t>
            </w:r>
          </w:p>
          <w:p w:rsidR="00191F4A" w:rsidRPr="00734FBD" w:rsidRDefault="00191F4A" w:rsidP="00EB2252">
            <w:r>
              <w:t>51.844952 / 37.236142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Основное</w:t>
            </w:r>
          </w:p>
        </w:tc>
        <w:tc>
          <w:tcPr>
            <w:tcW w:w="1069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Д.Основное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Напротив дома №8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EB2252">
            <w:r>
              <w:t>51° 50' 43.45" N / 37° 14' 15.06" E</w:t>
            </w:r>
          </w:p>
          <w:p w:rsidR="00191F4A" w:rsidRPr="00734FBD" w:rsidRDefault="00191F4A" w:rsidP="00EB2252">
            <w:r>
              <w:t>51.845403 / 37.237515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 Основное</w:t>
            </w:r>
          </w:p>
        </w:tc>
        <w:tc>
          <w:tcPr>
            <w:tcW w:w="1069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09.71" N / 37° 18' 38.7" E</w:t>
            </w:r>
          </w:p>
          <w:p w:rsidR="00191F4A" w:rsidRPr="00734FBD" w:rsidRDefault="00191F4A" w:rsidP="00804F8F">
            <w:r>
              <w:t>51.836029 / 37.310750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12.04" N / 37° 18' 43.88" E</w:t>
            </w:r>
          </w:p>
          <w:p w:rsidR="00191F4A" w:rsidRPr="00734FBD" w:rsidRDefault="00191F4A" w:rsidP="00804F8F">
            <w:r>
              <w:t>51.836679 / 37.312188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14.53" N / 37° 18' 46.5" E</w:t>
            </w:r>
          </w:p>
          <w:p w:rsidR="00191F4A" w:rsidRPr="00734FBD" w:rsidRDefault="00191F4A" w:rsidP="00804F8F">
            <w:r>
              <w:t>51.837369 / 37.312918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09.18" N / 37° 18' 33.99" E</w:t>
            </w:r>
          </w:p>
          <w:p w:rsidR="00191F4A" w:rsidRPr="00734FBD" w:rsidRDefault="00191F4A" w:rsidP="00804F8F">
            <w:r>
              <w:t>51.835884 / 37.309442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14.72" N / 37° 18' 42.64" E</w:t>
            </w:r>
          </w:p>
          <w:p w:rsidR="00191F4A" w:rsidRPr="00734FBD" w:rsidRDefault="00191F4A" w:rsidP="00804F8F">
            <w:r>
              <w:t>51.837422 / 37.311845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16.82" N / 37° 18' 44.8" E</w:t>
            </w:r>
          </w:p>
          <w:p w:rsidR="00191F4A" w:rsidRPr="00734FBD" w:rsidRDefault="00191F4A" w:rsidP="00804F8F">
            <w:r>
              <w:t>51.838005 / 37.312446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д.Жаровка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804F8F">
            <w:r>
              <w:t>51° 50' 19.01" N / 37° 18' 45.42" E</w:t>
            </w:r>
          </w:p>
          <w:p w:rsidR="00191F4A" w:rsidRPr="00734FBD" w:rsidRDefault="00191F4A" w:rsidP="00804F8F">
            <w:r>
              <w:t>51.838615 / 37.312617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Жители 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Жаровка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дома№.1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72E2F">
            <w:r>
              <w:t>51° 50' 52.42" N / 37° 19' 49.38" E</w:t>
            </w:r>
          </w:p>
          <w:p w:rsidR="00191F4A" w:rsidRPr="00734FBD" w:rsidRDefault="00191F4A" w:rsidP="00D72E2F">
            <w:r>
              <w:t>51.847895 / 37.330384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72E2F">
            <w:r>
              <w:t>51° 50' 53.66" N / 37° 19' 43.82" E</w:t>
            </w:r>
          </w:p>
          <w:p w:rsidR="00191F4A" w:rsidRPr="00734FBD" w:rsidRDefault="00191F4A" w:rsidP="00D72E2F">
            <w:r>
              <w:t>51.848239 / 37.328839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72E2F">
            <w:r>
              <w:t>51° 50' 51.94" N / 37° 19' 59.73" E</w:t>
            </w:r>
          </w:p>
          <w:p w:rsidR="00191F4A" w:rsidRPr="00734FBD" w:rsidRDefault="00191F4A" w:rsidP="00D72E2F">
            <w:r>
              <w:t>51.847762 / 37.333260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72E2F">
            <w:r>
              <w:t>51° 50' 56.24" N / 37° 20' 01.59" E</w:t>
            </w:r>
          </w:p>
          <w:p w:rsidR="00191F4A" w:rsidRPr="00734FBD" w:rsidRDefault="00191F4A" w:rsidP="00D72E2F">
            <w:r>
              <w:t>51.848955 / 37.333775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72E2F">
            <w:r>
              <w:t>51° 51' 01.2" N / 37° 20' 01.9" E</w:t>
            </w:r>
          </w:p>
          <w:p w:rsidR="00191F4A" w:rsidRPr="00734FBD" w:rsidRDefault="00191F4A" w:rsidP="00D72E2F">
            <w:r>
              <w:t>51.850334 / 37.333860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05.69" N / 37° 20' 01.12" E</w:t>
            </w:r>
          </w:p>
          <w:p w:rsidR="00191F4A" w:rsidRPr="00734FBD" w:rsidRDefault="00191F4A" w:rsidP="003D285B">
            <w:r>
              <w:t>51.851580 / 37.333646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12.18" N / 37° 19' 48.92" E</w:t>
            </w:r>
          </w:p>
          <w:p w:rsidR="00191F4A" w:rsidRPr="00734FBD" w:rsidRDefault="00191F4A" w:rsidP="003D285B">
            <w:r>
              <w:t>51.853382 / 37.330256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15.23" N / 37° 19' 42.74" E</w:t>
            </w:r>
          </w:p>
          <w:p w:rsidR="00191F4A" w:rsidRPr="00734FBD" w:rsidRDefault="00191F4A" w:rsidP="003D285B">
            <w:r>
              <w:t>51.854230 / 37.328539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18" N / 37° 19' 43.67" E</w:t>
            </w:r>
          </w:p>
          <w:p w:rsidR="00191F4A" w:rsidRPr="00734FBD" w:rsidRDefault="00191F4A" w:rsidP="003D285B">
            <w:r>
              <w:t>51.854999 / 37.328796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21.24" N / 37° 19' 44.9" E</w:t>
            </w:r>
          </w:p>
          <w:p w:rsidR="00191F4A" w:rsidRPr="00734FBD" w:rsidRDefault="00191F4A" w:rsidP="003D285B">
            <w:r>
              <w:t>51.855900 / 37.329140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24.68" N / 37° 19' 46.76" E</w:t>
            </w:r>
          </w:p>
          <w:p w:rsidR="00191F4A" w:rsidRPr="00734FBD" w:rsidRDefault="00191F4A" w:rsidP="003D285B">
            <w:r>
              <w:t>51.856855 / 37.329655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22.96" N / 37° 19' 52.94" E</w:t>
            </w:r>
          </w:p>
          <w:p w:rsidR="00191F4A" w:rsidRPr="00734FBD" w:rsidRDefault="00191F4A" w:rsidP="003D285B">
            <w:r>
              <w:t>51.856377 / 37.331371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д.Теплое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3D285B">
            <w:r>
              <w:t>51° 51' 21.24" N / 37° 19' 58.5" E</w:t>
            </w:r>
          </w:p>
          <w:p w:rsidR="00191F4A" w:rsidRPr="00734FBD" w:rsidRDefault="00191F4A" w:rsidP="003D285B">
            <w:r>
              <w:t>51.855900 / 37.332916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д.Теплое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 xml:space="preserve">Напротив </w:t>
            </w:r>
            <w:r>
              <w:t>дома №15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23.72" N / 37° 21' 04.31" E</w:t>
            </w:r>
          </w:p>
          <w:p w:rsidR="00191F4A" w:rsidRPr="00734FBD" w:rsidRDefault="00191F4A" w:rsidP="005B7C52">
            <w:r>
              <w:t>51.856589 / 37.351198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.  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 xml:space="preserve">Напротив </w:t>
            </w:r>
            <w:r>
              <w:t>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24.68" N / 37° 21' 09.88" E</w:t>
            </w:r>
          </w:p>
          <w:p w:rsidR="00191F4A" w:rsidRPr="00734FBD" w:rsidRDefault="00191F4A" w:rsidP="005B7C52">
            <w:r>
              <w:t>51.856855 / 37.352743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.  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27.35" N / 37° 21' 10.65" E</w:t>
            </w:r>
          </w:p>
          <w:p w:rsidR="00191F4A" w:rsidRPr="00734FBD" w:rsidRDefault="00191F4A" w:rsidP="005B7C52">
            <w:r>
              <w:t>51.857597 / 37.352958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.  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28.4" N / 37° 21' 06.94" E</w:t>
            </w:r>
          </w:p>
          <w:p w:rsidR="00191F4A" w:rsidRPr="00734FBD" w:rsidRDefault="00191F4A" w:rsidP="005B7C52">
            <w:r>
              <w:t>51.857888 / 37.351928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.  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>Напротив дома №</w:t>
            </w:r>
            <w:r>
              <w:t>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29.16" N / 37° 20' 59.52" E</w:t>
            </w:r>
          </w:p>
          <w:p w:rsidR="00191F4A" w:rsidRPr="00734FBD" w:rsidRDefault="00191F4A" w:rsidP="005B7C52">
            <w:r>
              <w:t>51.858100 / 37.349868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.  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>Напротив дома №</w:t>
            </w:r>
            <w:r>
              <w:t>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27.44" N / 37° 20' 58.13" E</w:t>
            </w:r>
          </w:p>
          <w:p w:rsidR="00191F4A" w:rsidRPr="00734FBD" w:rsidRDefault="00191F4A" w:rsidP="005B7C52">
            <w:r>
              <w:t>51.857623 / 37.349482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>Напротив дома №9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5B7C52">
            <w:r>
              <w:t>51° 51' 25.54" N / 37° 21' 02.46" E</w:t>
            </w:r>
          </w:p>
          <w:p w:rsidR="00191F4A" w:rsidRPr="00734FBD" w:rsidRDefault="00191F4A" w:rsidP="005B7C52">
            <w:r>
              <w:t>51.857093 / 37.350683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Д.Лески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07.09" N / 37° 19' 52.78" E</w:t>
            </w:r>
          </w:p>
          <w:p w:rsidR="00191F4A" w:rsidRPr="00734FBD" w:rsidRDefault="00191F4A" w:rsidP="007E71CD">
            <w:r>
              <w:t>51.868635 / 37.331328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06.18" N / 37° 19' 56.8" E</w:t>
            </w:r>
          </w:p>
          <w:p w:rsidR="00191F4A" w:rsidRPr="00734FBD" w:rsidRDefault="00191F4A" w:rsidP="007E71CD">
            <w:r>
              <w:t>51.868383 / 37.332444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05.8" N / 37° 20' 00.89" E</w:t>
            </w:r>
          </w:p>
          <w:p w:rsidR="00191F4A" w:rsidRPr="00734FBD" w:rsidRDefault="00191F4A" w:rsidP="007E71CD">
            <w:r>
              <w:t>51.868277 / 37.333581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04.22" N / 37° 20' 05.06" E</w:t>
            </w:r>
          </w:p>
          <w:p w:rsidR="00191F4A" w:rsidRPr="00734FBD" w:rsidRDefault="00191F4A" w:rsidP="007E71CD">
            <w:r>
              <w:t>51.867840 / 37.334740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03.22" N / 37° 20' 07.61" E</w:t>
            </w:r>
          </w:p>
          <w:p w:rsidR="00191F4A" w:rsidRPr="00734FBD" w:rsidRDefault="00191F4A" w:rsidP="007E71CD">
            <w:r>
              <w:t>51.867562 / 37.335448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01.7" N / 37° 20' 10.16" E</w:t>
            </w:r>
          </w:p>
          <w:p w:rsidR="00191F4A" w:rsidRPr="00734FBD" w:rsidRDefault="00191F4A" w:rsidP="007E71CD">
            <w:r>
              <w:t>51.867138 / 37.336156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52' 00.17" N / 37° 20' 10.63" E</w:t>
            </w:r>
          </w:p>
          <w:p w:rsidR="00191F4A" w:rsidRPr="00734FBD" w:rsidRDefault="00191F4A" w:rsidP="007E71CD">
            <w:r>
              <w:t>51.866714 / 37.336285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Pr="007E71CD" w:rsidRDefault="00191F4A" w:rsidP="007E71CD">
            <w:pPr>
              <w:shd w:val="clear" w:color="auto" w:fill="FFFFFF"/>
              <w:spacing w:before="100" w:beforeAutospacing="1" w:after="100" w:afterAutospacing="1" w:line="240" w:lineRule="atLeast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7E71CD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51° 51' 58.69" N</w:t>
            </w:r>
            <w:r w:rsidRPr="007E71CD">
              <w:rPr>
                <w:rFonts w:ascii="Arial" w:hAnsi="Arial" w:cs="Arial"/>
                <w:color w:val="333333"/>
                <w:sz w:val="18"/>
                <w:lang w:eastAsia="ru-RU"/>
              </w:rPr>
              <w:t> </w:t>
            </w:r>
            <w:r w:rsidRPr="007E71CD">
              <w:rPr>
                <w:rFonts w:ascii="Arial" w:hAnsi="Arial" w:cs="Arial"/>
                <w:color w:val="999999"/>
                <w:sz w:val="18"/>
                <w:lang w:eastAsia="ru-RU"/>
              </w:rPr>
              <w:t>/</w:t>
            </w:r>
            <w:r w:rsidRPr="007E71CD">
              <w:rPr>
                <w:rFonts w:ascii="Arial" w:hAnsi="Arial" w:cs="Arial"/>
                <w:color w:val="333333"/>
                <w:sz w:val="18"/>
                <w:lang w:eastAsia="ru-RU"/>
              </w:rPr>
              <w:t> </w:t>
            </w:r>
            <w:r w:rsidRPr="007E71CD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37° 20' 12.25" E</w:t>
            </w:r>
          </w:p>
          <w:p w:rsidR="00191F4A" w:rsidRPr="007E71CD" w:rsidRDefault="00191F4A" w:rsidP="007E71CD">
            <w:pPr>
              <w:shd w:val="clear" w:color="auto" w:fill="FFFFFF"/>
              <w:spacing w:before="100" w:beforeAutospacing="1" w:after="100" w:afterAutospacing="1" w:line="240" w:lineRule="atLeast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7E71CD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51.866303</w:t>
            </w:r>
            <w:r w:rsidRPr="007E71CD">
              <w:rPr>
                <w:rFonts w:ascii="Arial" w:hAnsi="Arial" w:cs="Arial"/>
                <w:color w:val="333333"/>
                <w:sz w:val="18"/>
                <w:lang w:eastAsia="ru-RU"/>
              </w:rPr>
              <w:t> </w:t>
            </w:r>
            <w:r w:rsidRPr="007E71CD">
              <w:rPr>
                <w:rFonts w:ascii="Arial" w:hAnsi="Arial" w:cs="Arial"/>
                <w:color w:val="999999"/>
                <w:sz w:val="18"/>
                <w:lang w:eastAsia="ru-RU"/>
              </w:rPr>
              <w:t>/</w:t>
            </w:r>
            <w:r w:rsidRPr="007E71CD">
              <w:rPr>
                <w:rFonts w:ascii="Arial" w:hAnsi="Arial" w:cs="Arial"/>
                <w:color w:val="333333"/>
                <w:sz w:val="18"/>
                <w:lang w:eastAsia="ru-RU"/>
              </w:rPr>
              <w:t> </w:t>
            </w:r>
            <w:r w:rsidRPr="007E71CD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37.336736</w:t>
            </w:r>
          </w:p>
          <w:p w:rsidR="00191F4A" w:rsidRPr="00734FBD" w:rsidRDefault="00191F4A" w:rsidP="00C44A47"/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51' 57.97" N / 37° 20' 15.11" E</w:t>
            </w:r>
          </w:p>
          <w:p w:rsidR="00191F4A" w:rsidRPr="00734FBD" w:rsidRDefault="00191F4A" w:rsidP="007E71CD">
            <w:r>
              <w:t>51.866104 / 37.337530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7E71CD">
            <w:r>
              <w:t>51° 51' 53.06" N / 37° 20' 18.97" E</w:t>
            </w:r>
          </w:p>
          <w:p w:rsidR="00191F4A" w:rsidRPr="00734FBD" w:rsidRDefault="00191F4A" w:rsidP="007E71CD">
            <w:r>
              <w:t>51.864739 / 37.338603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Д.Прилепы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52' 16.1" N / 37° 18' 41.87" E</w:t>
            </w:r>
          </w:p>
          <w:p w:rsidR="00191F4A" w:rsidRPr="00734FBD" w:rsidRDefault="00191F4A" w:rsidP="00D0659E">
            <w:r>
              <w:t>51.871139 / 37.311630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52' 12.57" N / 37° 18' 42.8" E</w:t>
            </w:r>
          </w:p>
          <w:p w:rsidR="00191F4A" w:rsidRPr="00734FBD" w:rsidRDefault="00191F4A" w:rsidP="00D0659E">
            <w:r>
              <w:t>51.870158 / 37.311888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52' 09.71" N / 37° 18' 44.65" E</w:t>
            </w:r>
          </w:p>
          <w:p w:rsidR="00191F4A" w:rsidRPr="00734FBD" w:rsidRDefault="00191F4A" w:rsidP="00D0659E">
            <w:r>
              <w:t>51.869363 / 37.312403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52' 03.03" N / 37° 18' 53.61" E</w:t>
            </w:r>
          </w:p>
          <w:p w:rsidR="00191F4A" w:rsidRPr="00734FBD" w:rsidRDefault="00191F4A" w:rsidP="00D0659E">
            <w:r>
              <w:t>51.867509 / 37.314892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 w:rsidRPr="00734FBD">
              <w:t>Напротив дома №2</w:t>
            </w:r>
            <w: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52' 06.08" N / 37° 18' 47.12" E</w:t>
            </w:r>
          </w:p>
          <w:p w:rsidR="00191F4A" w:rsidRPr="00734FBD" w:rsidRDefault="00191F4A" w:rsidP="00D0659E">
            <w:r>
              <w:t>51.868357 / 37.313089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51' 58.36" N / 37° 18' 49.59" E</w:t>
            </w:r>
          </w:p>
          <w:p w:rsidR="00191F4A" w:rsidRPr="00734FBD" w:rsidRDefault="00191F4A" w:rsidP="00D0659E">
            <w:r>
              <w:t>51.866210 / 37.313776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02" w:type="dxa"/>
          </w:tcPr>
          <w:p w:rsidR="00191F4A" w:rsidRPr="00C44A47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Pr="00734FBD" w:rsidRDefault="00191F4A" w:rsidP="00C44A47">
            <w:r>
              <w:t>Напротив дома №12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51' 55.78" N / 37° 18' 52.07" E</w:t>
            </w:r>
          </w:p>
          <w:p w:rsidR="00191F4A" w:rsidRPr="00734FBD" w:rsidRDefault="00191F4A" w:rsidP="00D0659E">
            <w:r>
              <w:t>51.865495 / 37.314463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A4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.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51' 51.96" N / 37° 18' 50.98" E</w:t>
            </w:r>
          </w:p>
          <w:p w:rsidR="00191F4A" w:rsidRPr="00734FBD" w:rsidRDefault="00191F4A" w:rsidP="00D0659E">
            <w:r>
              <w:t>51.864435 / 37.314162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D0659E">
            <w:r>
              <w:t>51° 51' 48.24" N / 37° 18' 50.52" E</w:t>
            </w:r>
          </w:p>
          <w:p w:rsidR="00191F4A" w:rsidRPr="00734FBD" w:rsidRDefault="00191F4A" w:rsidP="00D0659E">
            <w:r>
              <w:t>51.863401 / 37.314034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A24D50">
            <w:r>
              <w:t>51° 51' 47.29" N / 37° 18' 55.77" E</w:t>
            </w:r>
          </w:p>
          <w:p w:rsidR="00191F4A" w:rsidRPr="00734FBD" w:rsidRDefault="00191F4A" w:rsidP="00A24D50">
            <w:r>
              <w:t>51.863136 / 37.315493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A24D50">
            <w:r>
              <w:t>51° 51' 45.19" N / 37° 18' 51.91" E</w:t>
            </w:r>
          </w:p>
          <w:p w:rsidR="00191F4A" w:rsidRPr="00734FBD" w:rsidRDefault="00191F4A" w:rsidP="00A24D50">
            <w:r>
              <w:t>51.862553 / 37.314420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A24D50">
            <w:r>
              <w:t>51° 51' 43.38" N / 37° 18' 54.07" E</w:t>
            </w:r>
          </w:p>
          <w:p w:rsidR="00191F4A" w:rsidRPr="00734FBD" w:rsidRDefault="00191F4A" w:rsidP="00A24D50">
            <w:r>
              <w:t>51.862049 / 37.315021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F4A" w:rsidRPr="00734FBD" w:rsidTr="00CB530E">
        <w:tc>
          <w:tcPr>
            <w:tcW w:w="533" w:type="dxa"/>
          </w:tcPr>
          <w:p w:rsidR="00191F4A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02" w:type="dxa"/>
          </w:tcPr>
          <w:p w:rsidR="00191F4A" w:rsidRDefault="00191F4A" w:rsidP="00C4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91F4A" w:rsidRDefault="00191F4A" w:rsidP="00C44A47">
            <w:r>
              <w:t>Напротив дома №19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91F4A" w:rsidRDefault="00191F4A" w:rsidP="00A24D50">
            <w:r>
              <w:t>51° 51' 40.71" N / 37° 18' 53.77" E</w:t>
            </w:r>
          </w:p>
          <w:p w:rsidR="00191F4A" w:rsidRPr="00734FBD" w:rsidRDefault="00191F4A" w:rsidP="00A24D50">
            <w:r>
              <w:t>51.861307 / 37.314935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Жители   д.Хворостянка</w:t>
            </w:r>
          </w:p>
        </w:tc>
        <w:tc>
          <w:tcPr>
            <w:tcW w:w="1069" w:type="dxa"/>
          </w:tcPr>
          <w:p w:rsidR="00191F4A" w:rsidRPr="00C44A47" w:rsidRDefault="00191F4A" w:rsidP="00C44A47">
            <w:pPr>
              <w:spacing w:after="0" w:line="240" w:lineRule="auto"/>
              <w:ind w:right="-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1F4A" w:rsidRDefault="00191F4A" w:rsidP="00C44A47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/>
    <w:p w:rsidR="00191F4A" w:rsidRDefault="00191F4A" w:rsidP="003D2137"/>
    <w:p w:rsidR="00191F4A" w:rsidRDefault="00191F4A"/>
    <w:p w:rsidR="00191F4A" w:rsidRDefault="00191F4A"/>
    <w:p w:rsidR="00191F4A" w:rsidRDefault="00191F4A" w:rsidP="003D2137"/>
    <w:p w:rsidR="00191F4A" w:rsidRDefault="00191F4A" w:rsidP="003D2137"/>
    <w:p w:rsidR="00191F4A" w:rsidRPr="003D2137" w:rsidRDefault="00191F4A" w:rsidP="003D2137"/>
    <w:sectPr w:rsidR="00191F4A" w:rsidRPr="003D2137" w:rsidSect="00586A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55318"/>
    <w:multiLevelType w:val="hybridMultilevel"/>
    <w:tmpl w:val="8B3AC7FC"/>
    <w:lvl w:ilvl="0" w:tplc="1BCA8F14">
      <w:start w:val="2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340"/>
    <w:rsid w:val="0002172F"/>
    <w:rsid w:val="00030340"/>
    <w:rsid w:val="00046199"/>
    <w:rsid w:val="000A2B43"/>
    <w:rsid w:val="000C3301"/>
    <w:rsid w:val="000F1F50"/>
    <w:rsid w:val="00105AF2"/>
    <w:rsid w:val="001116A5"/>
    <w:rsid w:val="0012201D"/>
    <w:rsid w:val="001665B2"/>
    <w:rsid w:val="00191F4A"/>
    <w:rsid w:val="001954AF"/>
    <w:rsid w:val="001B173A"/>
    <w:rsid w:val="001E4B94"/>
    <w:rsid w:val="00217ACB"/>
    <w:rsid w:val="00232703"/>
    <w:rsid w:val="00237D0A"/>
    <w:rsid w:val="0027690E"/>
    <w:rsid w:val="002856B0"/>
    <w:rsid w:val="002965B9"/>
    <w:rsid w:val="002B7186"/>
    <w:rsid w:val="002E5915"/>
    <w:rsid w:val="002F7797"/>
    <w:rsid w:val="00303F9F"/>
    <w:rsid w:val="0032298A"/>
    <w:rsid w:val="003345C6"/>
    <w:rsid w:val="00335F8A"/>
    <w:rsid w:val="00343241"/>
    <w:rsid w:val="00344B13"/>
    <w:rsid w:val="00350005"/>
    <w:rsid w:val="0035040C"/>
    <w:rsid w:val="003516E7"/>
    <w:rsid w:val="00372066"/>
    <w:rsid w:val="00376F04"/>
    <w:rsid w:val="00386FA7"/>
    <w:rsid w:val="00396224"/>
    <w:rsid w:val="003B299C"/>
    <w:rsid w:val="003D2137"/>
    <w:rsid w:val="003D285B"/>
    <w:rsid w:val="003D7D31"/>
    <w:rsid w:val="004112D1"/>
    <w:rsid w:val="00415593"/>
    <w:rsid w:val="00417335"/>
    <w:rsid w:val="00417FFE"/>
    <w:rsid w:val="004241C6"/>
    <w:rsid w:val="00430D88"/>
    <w:rsid w:val="004444F0"/>
    <w:rsid w:val="00453991"/>
    <w:rsid w:val="0048175C"/>
    <w:rsid w:val="00483273"/>
    <w:rsid w:val="00487EF6"/>
    <w:rsid w:val="004D646B"/>
    <w:rsid w:val="00521CA5"/>
    <w:rsid w:val="00563CC2"/>
    <w:rsid w:val="00566153"/>
    <w:rsid w:val="00586AD9"/>
    <w:rsid w:val="00596A8F"/>
    <w:rsid w:val="005B7C52"/>
    <w:rsid w:val="005D65B9"/>
    <w:rsid w:val="00627349"/>
    <w:rsid w:val="006273E8"/>
    <w:rsid w:val="0065260B"/>
    <w:rsid w:val="00674E3A"/>
    <w:rsid w:val="00676CEB"/>
    <w:rsid w:val="00684CCC"/>
    <w:rsid w:val="007017C9"/>
    <w:rsid w:val="007228E4"/>
    <w:rsid w:val="00734FBD"/>
    <w:rsid w:val="0079019D"/>
    <w:rsid w:val="007B2845"/>
    <w:rsid w:val="007D64D9"/>
    <w:rsid w:val="007E71CD"/>
    <w:rsid w:val="00804F8F"/>
    <w:rsid w:val="00853117"/>
    <w:rsid w:val="00880D0D"/>
    <w:rsid w:val="00881C71"/>
    <w:rsid w:val="00890CF8"/>
    <w:rsid w:val="008B43E5"/>
    <w:rsid w:val="008B5C1E"/>
    <w:rsid w:val="008B64D1"/>
    <w:rsid w:val="008D0785"/>
    <w:rsid w:val="008E6F30"/>
    <w:rsid w:val="009425C0"/>
    <w:rsid w:val="00946986"/>
    <w:rsid w:val="00954441"/>
    <w:rsid w:val="00992337"/>
    <w:rsid w:val="009A717E"/>
    <w:rsid w:val="009D3328"/>
    <w:rsid w:val="009E5EB7"/>
    <w:rsid w:val="00A24D50"/>
    <w:rsid w:val="00A34CC9"/>
    <w:rsid w:val="00A3587A"/>
    <w:rsid w:val="00A41210"/>
    <w:rsid w:val="00AE106F"/>
    <w:rsid w:val="00B06860"/>
    <w:rsid w:val="00B3557B"/>
    <w:rsid w:val="00B418CA"/>
    <w:rsid w:val="00B6180A"/>
    <w:rsid w:val="00B82F99"/>
    <w:rsid w:val="00B835BA"/>
    <w:rsid w:val="00B93E72"/>
    <w:rsid w:val="00BA1DBF"/>
    <w:rsid w:val="00BB6EA5"/>
    <w:rsid w:val="00BF327D"/>
    <w:rsid w:val="00C023C5"/>
    <w:rsid w:val="00C44A47"/>
    <w:rsid w:val="00C53A57"/>
    <w:rsid w:val="00C929B1"/>
    <w:rsid w:val="00C97B64"/>
    <w:rsid w:val="00CB530E"/>
    <w:rsid w:val="00CD5DA8"/>
    <w:rsid w:val="00CD61C2"/>
    <w:rsid w:val="00D0659E"/>
    <w:rsid w:val="00D2097E"/>
    <w:rsid w:val="00D469AA"/>
    <w:rsid w:val="00D6156D"/>
    <w:rsid w:val="00D72E2F"/>
    <w:rsid w:val="00D82007"/>
    <w:rsid w:val="00DB747C"/>
    <w:rsid w:val="00DD270F"/>
    <w:rsid w:val="00DF0677"/>
    <w:rsid w:val="00E01EB8"/>
    <w:rsid w:val="00E2214D"/>
    <w:rsid w:val="00E47C35"/>
    <w:rsid w:val="00E5266A"/>
    <w:rsid w:val="00E668C7"/>
    <w:rsid w:val="00E93B24"/>
    <w:rsid w:val="00EA6377"/>
    <w:rsid w:val="00EB2252"/>
    <w:rsid w:val="00EC1155"/>
    <w:rsid w:val="00ED11E1"/>
    <w:rsid w:val="00ED4531"/>
    <w:rsid w:val="00EF0B50"/>
    <w:rsid w:val="00F01142"/>
    <w:rsid w:val="00F1012A"/>
    <w:rsid w:val="00F33C2A"/>
    <w:rsid w:val="00F41871"/>
    <w:rsid w:val="00F722B0"/>
    <w:rsid w:val="00F84E1D"/>
    <w:rsid w:val="00F87D6A"/>
    <w:rsid w:val="00F93A97"/>
    <w:rsid w:val="00F947FB"/>
    <w:rsid w:val="00F973F9"/>
    <w:rsid w:val="00FA6696"/>
    <w:rsid w:val="00FA7789"/>
    <w:rsid w:val="00FD1E04"/>
    <w:rsid w:val="00FD4114"/>
    <w:rsid w:val="00FE28FA"/>
    <w:rsid w:val="00FE5F9F"/>
    <w:rsid w:val="00FF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4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03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034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F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67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95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1954AF"/>
    <w:rPr>
      <w:rFonts w:cs="Times New Roman"/>
    </w:rPr>
  </w:style>
  <w:style w:type="character" w:customStyle="1" w:styleId="coorddivider">
    <w:name w:val="coorddivider"/>
    <w:basedOn w:val="DefaultParagraphFont"/>
    <w:uiPriority w:val="99"/>
    <w:rsid w:val="001954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1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838</TotalTime>
  <Pages>31</Pages>
  <Words>3072</Words>
  <Characters>17514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2021-04-05T09:05:00Z</dcterms:created>
  <dcterms:modified xsi:type="dcterms:W3CDTF">2022-01-26T13:02:00Z</dcterms:modified>
</cp:coreProperties>
</file>